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8DD" w:rsidRPr="00F51E0D" w:rsidRDefault="007F48DD" w:rsidP="00A2768A">
      <w:pPr>
        <w:rPr>
          <w:b/>
          <w:sz w:val="16"/>
          <w:szCs w:val="16"/>
          <w:lang w:val="es-PR"/>
        </w:rPr>
      </w:pPr>
    </w:p>
    <w:tbl>
      <w:tblPr>
        <w:tblStyle w:val="Tablaconcuadrcula"/>
        <w:tblpPr w:leftFromText="141" w:rightFromText="141" w:vertAnchor="text" w:horzAnchor="margin" w:tblpXSpec="right" w:tblpY="44"/>
        <w:tblW w:w="1843" w:type="dxa"/>
        <w:tblLook w:val="04A0" w:firstRow="1" w:lastRow="0" w:firstColumn="1" w:lastColumn="0" w:noHBand="0" w:noVBand="1"/>
      </w:tblPr>
      <w:tblGrid>
        <w:gridCol w:w="1843"/>
      </w:tblGrid>
      <w:tr w:rsidR="00E8603D" w:rsidTr="00E8603D">
        <w:trPr>
          <w:trHeight w:val="695"/>
        </w:trPr>
        <w:tc>
          <w:tcPr>
            <w:tcW w:w="1843" w:type="dxa"/>
          </w:tcPr>
          <w:p w:rsidR="00E8603D" w:rsidRPr="003F18B1" w:rsidRDefault="00E8603D" w:rsidP="00E8603D">
            <w:pPr>
              <w:rPr>
                <w:rFonts w:ascii="Arial" w:hAnsi="Arial" w:cs="Arial"/>
                <w:b/>
                <w:sz w:val="32"/>
                <w:lang w:val="es-PR"/>
              </w:rPr>
            </w:pPr>
            <w:r w:rsidRPr="00F164A6">
              <w:rPr>
                <w:rFonts w:ascii="Arial" w:hAnsi="Arial" w:cs="Arial"/>
                <w:b/>
                <w:sz w:val="32"/>
                <w:lang w:val="es-PR"/>
              </w:rPr>
              <w:t>No.</w:t>
            </w:r>
          </w:p>
        </w:tc>
      </w:tr>
    </w:tbl>
    <w:p w:rsidR="00EE3D25" w:rsidRPr="00F164A6" w:rsidRDefault="007F48DD" w:rsidP="00091EB0">
      <w:pPr>
        <w:jc w:val="right"/>
        <w:rPr>
          <w:rFonts w:ascii="Arial" w:hAnsi="Arial" w:cs="Arial"/>
          <w:b/>
          <w:sz w:val="32"/>
          <w:lang w:val="es-PR"/>
        </w:rPr>
      </w:pPr>
      <w:r>
        <w:rPr>
          <w:rFonts w:ascii="Arial" w:hAnsi="Arial" w:cs="Arial"/>
          <w:b/>
          <w:sz w:val="32"/>
          <w:lang w:val="es-PR"/>
        </w:rPr>
        <w:t>INFORMACIÓN</w:t>
      </w:r>
      <w:r w:rsidR="00EE3D25" w:rsidRPr="00F164A6">
        <w:rPr>
          <w:rFonts w:ascii="Arial" w:hAnsi="Arial" w:cs="Arial"/>
          <w:b/>
          <w:sz w:val="32"/>
          <w:lang w:val="es-PR"/>
        </w:rPr>
        <w:t xml:space="preserve"> PRODUCTOS </w:t>
      </w:r>
    </w:p>
    <w:p w:rsidR="00091EB0" w:rsidRPr="00F164A6" w:rsidRDefault="006665BE" w:rsidP="00091EB0">
      <w:pPr>
        <w:jc w:val="right"/>
        <w:rPr>
          <w:rFonts w:ascii="Arial" w:hAnsi="Arial" w:cs="Arial"/>
          <w:b/>
          <w:sz w:val="32"/>
          <w:lang w:val="es-PR"/>
        </w:rPr>
      </w:pPr>
      <w:r w:rsidRPr="00F164A6">
        <w:rPr>
          <w:rFonts w:ascii="Arial" w:hAnsi="Arial" w:cs="Arial"/>
          <w:b/>
          <w:sz w:val="32"/>
          <w:lang w:val="es-PR"/>
        </w:rPr>
        <w:t>VIRTUALES</w:t>
      </w:r>
      <w:r w:rsidR="00EE3D25" w:rsidRPr="00F164A6">
        <w:rPr>
          <w:rFonts w:ascii="Arial" w:hAnsi="Arial" w:cs="Arial"/>
          <w:b/>
          <w:sz w:val="32"/>
          <w:lang w:val="es-PR"/>
        </w:rPr>
        <w:t xml:space="preserve"> </w:t>
      </w:r>
    </w:p>
    <w:tbl>
      <w:tblPr>
        <w:tblStyle w:val="Tablaconcuadrcula"/>
        <w:tblW w:w="11064" w:type="dxa"/>
        <w:tblLook w:val="04A0" w:firstRow="1" w:lastRow="0" w:firstColumn="1" w:lastColumn="0" w:noHBand="0" w:noVBand="1"/>
      </w:tblPr>
      <w:tblGrid>
        <w:gridCol w:w="6"/>
        <w:gridCol w:w="7674"/>
        <w:gridCol w:w="3375"/>
        <w:gridCol w:w="9"/>
      </w:tblGrid>
      <w:tr w:rsidR="00F66000" w:rsidRPr="00F66000" w:rsidTr="00F66000">
        <w:trPr>
          <w:gridAfter w:val="1"/>
          <w:wAfter w:w="9" w:type="dxa"/>
          <w:trHeight w:val="242"/>
        </w:trPr>
        <w:tc>
          <w:tcPr>
            <w:tcW w:w="11055" w:type="dxa"/>
            <w:gridSpan w:val="3"/>
          </w:tcPr>
          <w:p w:rsidR="00F66000" w:rsidRPr="00F66000" w:rsidRDefault="00F66000" w:rsidP="00F6600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F66000">
              <w:rPr>
                <w:rFonts w:ascii="Arial" w:hAnsi="Arial" w:cs="Arial"/>
                <w:b/>
                <w:sz w:val="22"/>
                <w:szCs w:val="22"/>
                <w:lang w:val="es-ES"/>
              </w:rPr>
              <w:t>INFORMACIÓN BASICA DE LA EMPRESA</w:t>
            </w:r>
          </w:p>
          <w:p w:rsidR="00F66000" w:rsidRPr="00F66000" w:rsidRDefault="00F66000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</w:tr>
      <w:tr w:rsidR="00F66000" w:rsidRPr="00F66000" w:rsidTr="00F66000">
        <w:trPr>
          <w:gridAfter w:val="1"/>
          <w:wAfter w:w="9" w:type="dxa"/>
          <w:trHeight w:val="1655"/>
        </w:trPr>
        <w:tc>
          <w:tcPr>
            <w:tcW w:w="11055" w:type="dxa"/>
            <w:gridSpan w:val="3"/>
          </w:tcPr>
          <w:p w:rsidR="00F66000" w:rsidRPr="00F66000" w:rsidRDefault="00F66000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</w:tr>
      <w:tr w:rsidR="00F66000" w:rsidRPr="00F164A6" w:rsidTr="006F603A">
        <w:trPr>
          <w:gridAfter w:val="1"/>
          <w:wAfter w:w="9" w:type="dxa"/>
          <w:trHeight w:val="430"/>
        </w:trPr>
        <w:tc>
          <w:tcPr>
            <w:tcW w:w="11055" w:type="dxa"/>
            <w:gridSpan w:val="3"/>
          </w:tcPr>
          <w:p w:rsidR="00F66000" w:rsidRPr="00F66000" w:rsidRDefault="00F66000" w:rsidP="00F6600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66000">
              <w:rPr>
                <w:rFonts w:ascii="Arial" w:hAnsi="Arial" w:cs="Arial"/>
                <w:b/>
                <w:sz w:val="22"/>
                <w:szCs w:val="22"/>
              </w:rPr>
              <w:t>PERSONAS DE CONTACTO</w:t>
            </w:r>
          </w:p>
        </w:tc>
      </w:tr>
      <w:tr w:rsidR="00F164A6" w:rsidRPr="00F164A6" w:rsidTr="0058061E">
        <w:trPr>
          <w:trHeight w:val="445"/>
        </w:trPr>
        <w:tc>
          <w:tcPr>
            <w:tcW w:w="7680" w:type="dxa"/>
            <w:gridSpan w:val="2"/>
          </w:tcPr>
          <w:p w:rsidR="00997E16" w:rsidRPr="00F164A6" w:rsidRDefault="0058061E" w:rsidP="007872E3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s-P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PR"/>
              </w:rPr>
              <w:t>1.</w:t>
            </w:r>
          </w:p>
        </w:tc>
        <w:tc>
          <w:tcPr>
            <w:tcW w:w="3384" w:type="dxa"/>
            <w:gridSpan w:val="2"/>
          </w:tcPr>
          <w:p w:rsidR="00997E16" w:rsidRPr="00F164A6" w:rsidRDefault="0058061E" w:rsidP="007872E3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s-P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PR"/>
              </w:rPr>
              <w:t>Cargo</w:t>
            </w:r>
          </w:p>
        </w:tc>
      </w:tr>
      <w:tr w:rsidR="00F164A6" w:rsidRPr="00F164A6" w:rsidTr="0058061E">
        <w:trPr>
          <w:trHeight w:val="430"/>
        </w:trPr>
        <w:tc>
          <w:tcPr>
            <w:tcW w:w="7680" w:type="dxa"/>
            <w:gridSpan w:val="2"/>
          </w:tcPr>
          <w:p w:rsidR="00997E16" w:rsidRPr="00F164A6" w:rsidRDefault="0058061E" w:rsidP="007872E3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s-P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PR"/>
              </w:rPr>
              <w:t>2.</w:t>
            </w:r>
          </w:p>
        </w:tc>
        <w:tc>
          <w:tcPr>
            <w:tcW w:w="3384" w:type="dxa"/>
            <w:gridSpan w:val="2"/>
          </w:tcPr>
          <w:p w:rsidR="00997E16" w:rsidRPr="00F164A6" w:rsidRDefault="0058061E" w:rsidP="007872E3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s-P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PR"/>
              </w:rPr>
              <w:t>Cargo</w:t>
            </w:r>
          </w:p>
        </w:tc>
      </w:tr>
      <w:tr w:rsidR="00F164A6" w:rsidRPr="00F164A6" w:rsidTr="0058061E">
        <w:trPr>
          <w:trHeight w:val="430"/>
        </w:trPr>
        <w:tc>
          <w:tcPr>
            <w:tcW w:w="7680" w:type="dxa"/>
            <w:gridSpan w:val="2"/>
          </w:tcPr>
          <w:p w:rsidR="00997E16" w:rsidRPr="00F164A6" w:rsidRDefault="0058061E" w:rsidP="007872E3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s-P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PR"/>
              </w:rPr>
              <w:t>3.</w:t>
            </w:r>
          </w:p>
        </w:tc>
        <w:tc>
          <w:tcPr>
            <w:tcW w:w="3384" w:type="dxa"/>
            <w:gridSpan w:val="2"/>
          </w:tcPr>
          <w:p w:rsidR="00997E16" w:rsidRPr="00F164A6" w:rsidRDefault="0058061E" w:rsidP="007872E3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s-P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PR"/>
              </w:rPr>
              <w:t>Cargo</w:t>
            </w:r>
          </w:p>
        </w:tc>
      </w:tr>
      <w:tr w:rsidR="0058061E" w:rsidRPr="00F164A6" w:rsidTr="0058061E">
        <w:trPr>
          <w:trHeight w:val="638"/>
        </w:trPr>
        <w:tc>
          <w:tcPr>
            <w:tcW w:w="7680" w:type="dxa"/>
            <w:gridSpan w:val="2"/>
          </w:tcPr>
          <w:p w:rsidR="0058061E" w:rsidRDefault="0058061E" w:rsidP="007872E3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s-P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PR"/>
              </w:rPr>
              <w:t>Correo electrónico 1.</w:t>
            </w:r>
          </w:p>
        </w:tc>
        <w:tc>
          <w:tcPr>
            <w:tcW w:w="3384" w:type="dxa"/>
            <w:gridSpan w:val="2"/>
          </w:tcPr>
          <w:p w:rsidR="0058061E" w:rsidRDefault="0058061E" w:rsidP="007872E3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s-P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PR"/>
              </w:rPr>
              <w:t>Tel 1.</w:t>
            </w:r>
          </w:p>
        </w:tc>
      </w:tr>
      <w:tr w:rsidR="0058061E" w:rsidRPr="00F164A6" w:rsidTr="0058061E">
        <w:trPr>
          <w:trHeight w:val="602"/>
        </w:trPr>
        <w:tc>
          <w:tcPr>
            <w:tcW w:w="7680" w:type="dxa"/>
            <w:gridSpan w:val="2"/>
          </w:tcPr>
          <w:p w:rsidR="0058061E" w:rsidRDefault="0058061E" w:rsidP="007872E3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s-P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PR"/>
              </w:rPr>
              <w:t>Correo electrónico 2.</w:t>
            </w:r>
          </w:p>
        </w:tc>
        <w:tc>
          <w:tcPr>
            <w:tcW w:w="3384" w:type="dxa"/>
            <w:gridSpan w:val="2"/>
          </w:tcPr>
          <w:p w:rsidR="0058061E" w:rsidRDefault="0058061E" w:rsidP="007872E3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s-P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PR"/>
              </w:rPr>
              <w:t>Tel 2.</w:t>
            </w:r>
          </w:p>
        </w:tc>
      </w:tr>
      <w:tr w:rsidR="0058061E" w:rsidRPr="00F164A6" w:rsidTr="0058061E">
        <w:trPr>
          <w:trHeight w:val="638"/>
        </w:trPr>
        <w:tc>
          <w:tcPr>
            <w:tcW w:w="7680" w:type="dxa"/>
            <w:gridSpan w:val="2"/>
          </w:tcPr>
          <w:p w:rsidR="0058061E" w:rsidRDefault="0058061E" w:rsidP="007872E3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s-P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PR"/>
              </w:rPr>
              <w:t>Correo electrónico 3.</w:t>
            </w:r>
          </w:p>
        </w:tc>
        <w:tc>
          <w:tcPr>
            <w:tcW w:w="3384" w:type="dxa"/>
            <w:gridSpan w:val="2"/>
          </w:tcPr>
          <w:p w:rsidR="0058061E" w:rsidRDefault="0058061E" w:rsidP="007872E3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s-P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PR"/>
              </w:rPr>
              <w:t>Tel 3.</w:t>
            </w:r>
          </w:p>
        </w:tc>
      </w:tr>
      <w:tr w:rsidR="00F66000" w:rsidRPr="00F164A6" w:rsidTr="00F66000">
        <w:trPr>
          <w:trHeight w:val="242"/>
        </w:trPr>
        <w:tc>
          <w:tcPr>
            <w:tcW w:w="11064" w:type="dxa"/>
            <w:gridSpan w:val="4"/>
          </w:tcPr>
          <w:p w:rsidR="00F66000" w:rsidRDefault="00F66000" w:rsidP="00F66000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P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PR"/>
              </w:rPr>
              <w:t>DIALOGO CONTESTACIÓN DE LLAMADAS</w:t>
            </w:r>
          </w:p>
        </w:tc>
      </w:tr>
      <w:tr w:rsidR="00F164A6" w:rsidRPr="0058061E" w:rsidTr="0058061E">
        <w:trPr>
          <w:trHeight w:val="2033"/>
        </w:trPr>
        <w:tc>
          <w:tcPr>
            <w:tcW w:w="11064" w:type="dxa"/>
            <w:gridSpan w:val="4"/>
            <w:vAlign w:val="bottom"/>
          </w:tcPr>
          <w:p w:rsidR="00864B23" w:rsidRPr="00F164A6" w:rsidRDefault="0096766E" w:rsidP="00A25FEF">
            <w:pPr>
              <w:jc w:val="both"/>
              <w:rPr>
                <w:sz w:val="18"/>
                <w:lang w:val="es-PR"/>
              </w:rPr>
            </w:pPr>
            <w:r w:rsidRPr="00F164A6">
              <w:rPr>
                <w:sz w:val="18"/>
                <w:lang w:val="es-PR"/>
              </w:rPr>
              <w:t xml:space="preserve">  </w:t>
            </w:r>
          </w:p>
          <w:p w:rsidR="004868C1" w:rsidRPr="00F164A6" w:rsidRDefault="004868C1" w:rsidP="00A25FEF">
            <w:pPr>
              <w:jc w:val="both"/>
              <w:rPr>
                <w:sz w:val="22"/>
                <w:lang w:val="es-PR"/>
              </w:rPr>
            </w:pPr>
          </w:p>
        </w:tc>
      </w:tr>
      <w:tr w:rsidR="00F164A6" w:rsidRPr="0058061E" w:rsidTr="0058061E">
        <w:trPr>
          <w:gridBefore w:val="1"/>
          <w:wBefore w:w="6" w:type="dxa"/>
          <w:trHeight w:val="1003"/>
        </w:trPr>
        <w:tc>
          <w:tcPr>
            <w:tcW w:w="11058" w:type="dxa"/>
            <w:gridSpan w:val="3"/>
          </w:tcPr>
          <w:p w:rsidR="00D405EE" w:rsidRPr="00F164A6" w:rsidRDefault="00D405EE" w:rsidP="000C17B2">
            <w:pPr>
              <w:jc w:val="both"/>
              <w:rPr>
                <w:rFonts w:ascii="Arial" w:hAnsi="Arial" w:cs="Arial"/>
                <w:sz w:val="20"/>
                <w:lang w:val="es-PR"/>
              </w:rPr>
            </w:pPr>
          </w:p>
          <w:p w:rsidR="00D134BF" w:rsidRPr="00F164A6" w:rsidRDefault="00D134BF" w:rsidP="000C17B2">
            <w:pPr>
              <w:jc w:val="both"/>
              <w:rPr>
                <w:rFonts w:ascii="Arial" w:hAnsi="Arial" w:cs="Arial"/>
                <w:sz w:val="20"/>
                <w:lang w:val="es-PR"/>
              </w:rPr>
            </w:pPr>
          </w:p>
          <w:p w:rsidR="00925297" w:rsidRPr="00F164A6" w:rsidRDefault="000C3B28" w:rsidP="000C17B2">
            <w:pPr>
              <w:jc w:val="both"/>
              <w:rPr>
                <w:rFonts w:ascii="Arial" w:hAnsi="Arial" w:cs="Arial"/>
                <w:sz w:val="20"/>
                <w:lang w:val="es-PR"/>
              </w:rPr>
            </w:pPr>
            <w:r w:rsidRPr="00F164A6">
              <w:rPr>
                <w:rFonts w:ascii="Arial" w:hAnsi="Arial" w:cs="Arial"/>
                <w:sz w:val="20"/>
                <w:lang w:val="es-PR"/>
              </w:rPr>
              <w:t>____________________________________</w:t>
            </w:r>
            <w:r w:rsidR="00D134BF" w:rsidRPr="00F164A6">
              <w:rPr>
                <w:rFonts w:ascii="Arial" w:hAnsi="Arial" w:cs="Arial"/>
                <w:sz w:val="20"/>
                <w:lang w:val="es-PR"/>
              </w:rPr>
              <w:t xml:space="preserve">     </w:t>
            </w:r>
            <w:r w:rsidRPr="00F164A6">
              <w:rPr>
                <w:rFonts w:ascii="Arial" w:hAnsi="Arial" w:cs="Arial"/>
                <w:sz w:val="20"/>
                <w:lang w:val="es-PR"/>
              </w:rPr>
              <w:t xml:space="preserve">            </w:t>
            </w:r>
            <w:r w:rsidR="00D134BF" w:rsidRPr="00F164A6">
              <w:rPr>
                <w:rFonts w:ascii="Arial" w:hAnsi="Arial" w:cs="Arial"/>
                <w:sz w:val="20"/>
                <w:lang w:val="es-PR"/>
              </w:rPr>
              <w:t xml:space="preserve">             _____________________________________                </w:t>
            </w:r>
          </w:p>
          <w:p w:rsidR="000C3B28" w:rsidRPr="00F164A6" w:rsidRDefault="000C3B28" w:rsidP="00F66000">
            <w:pPr>
              <w:rPr>
                <w:rFonts w:ascii="Arial" w:hAnsi="Arial" w:cs="Arial"/>
                <w:b/>
                <w:sz w:val="20"/>
                <w:lang w:val="es-PR"/>
              </w:rPr>
            </w:pPr>
            <w:r w:rsidRPr="00F164A6">
              <w:rPr>
                <w:rFonts w:ascii="Arial" w:hAnsi="Arial" w:cs="Arial"/>
                <w:b/>
                <w:sz w:val="20"/>
                <w:lang w:val="es-PR"/>
              </w:rPr>
              <w:t>FIRMA DE QUIEN APROBO EL SERVICIO</w:t>
            </w:r>
            <w:r w:rsidR="00925297" w:rsidRPr="00F164A6">
              <w:rPr>
                <w:rFonts w:ascii="Arial" w:hAnsi="Arial" w:cs="Arial"/>
                <w:b/>
                <w:sz w:val="20"/>
                <w:lang w:val="es-PR"/>
              </w:rPr>
              <w:t xml:space="preserve">       </w:t>
            </w:r>
            <w:bookmarkStart w:id="0" w:name="_GoBack"/>
            <w:bookmarkEnd w:id="0"/>
            <w:r w:rsidR="00925297" w:rsidRPr="00F164A6">
              <w:rPr>
                <w:rFonts w:ascii="Arial" w:hAnsi="Arial" w:cs="Arial"/>
                <w:b/>
                <w:sz w:val="20"/>
                <w:lang w:val="es-PR"/>
              </w:rPr>
              <w:t xml:space="preserve">    </w:t>
            </w:r>
            <w:r w:rsidR="00D134BF" w:rsidRPr="00F164A6">
              <w:rPr>
                <w:rFonts w:ascii="Arial" w:hAnsi="Arial" w:cs="Arial"/>
                <w:b/>
                <w:sz w:val="20"/>
                <w:lang w:val="es-PR"/>
              </w:rPr>
              <w:t xml:space="preserve">     </w:t>
            </w:r>
            <w:r w:rsidR="0096766E" w:rsidRPr="00F164A6">
              <w:rPr>
                <w:rFonts w:ascii="Arial" w:hAnsi="Arial" w:cs="Arial"/>
                <w:b/>
                <w:sz w:val="20"/>
                <w:lang w:val="es-PR"/>
              </w:rPr>
              <w:t xml:space="preserve">     </w:t>
            </w:r>
            <w:r w:rsidR="00F66000">
              <w:rPr>
                <w:rFonts w:ascii="Arial" w:hAnsi="Arial" w:cs="Arial"/>
                <w:b/>
                <w:sz w:val="20"/>
                <w:lang w:val="es-PR"/>
              </w:rPr>
              <w:t xml:space="preserve">          REPRESENTANTE LEGAL</w:t>
            </w:r>
          </w:p>
        </w:tc>
      </w:tr>
    </w:tbl>
    <w:p w:rsidR="00010E1B" w:rsidRPr="00010E1B" w:rsidRDefault="00010E1B" w:rsidP="000C17B2">
      <w:pPr>
        <w:jc w:val="both"/>
        <w:rPr>
          <w:rFonts w:ascii="Arial" w:hAnsi="Arial" w:cs="Arial"/>
          <w:sz w:val="16"/>
          <w:lang w:val="es-PR"/>
        </w:rPr>
      </w:pPr>
    </w:p>
    <w:sectPr w:rsidR="00010E1B" w:rsidRPr="00010E1B" w:rsidSect="0027013B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A1A" w:rsidRDefault="008B7A1A" w:rsidP="00D3188A">
      <w:pPr>
        <w:spacing w:line="240" w:lineRule="auto"/>
      </w:pPr>
      <w:r>
        <w:separator/>
      </w:r>
    </w:p>
  </w:endnote>
  <w:endnote w:type="continuationSeparator" w:id="0">
    <w:p w:rsidR="008B7A1A" w:rsidRDefault="008B7A1A" w:rsidP="00D318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A1A" w:rsidRDefault="008B7A1A" w:rsidP="00D3188A">
      <w:pPr>
        <w:spacing w:line="240" w:lineRule="auto"/>
      </w:pPr>
      <w:r>
        <w:separator/>
      </w:r>
    </w:p>
  </w:footnote>
  <w:footnote w:type="continuationSeparator" w:id="0">
    <w:p w:rsidR="008B7A1A" w:rsidRDefault="008B7A1A" w:rsidP="00D318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66E" w:rsidRDefault="0096766E">
    <w:pPr>
      <w:pStyle w:val="Encabezado"/>
    </w:pPr>
  </w:p>
  <w:p w:rsidR="00737DAB" w:rsidRPr="00737DAB" w:rsidRDefault="00557492">
    <w:pPr>
      <w:pStyle w:val="Encabezado"/>
      <w:rPr>
        <w:b/>
        <w:sz w:val="20"/>
        <w:szCs w:val="20"/>
      </w:rPr>
    </w:pPr>
    <w:r>
      <w:rPr>
        <w:noProof/>
        <w:lang w:val="es-ES" w:eastAsia="es-ES"/>
      </w:rPr>
      <w:drawing>
        <wp:inline distT="0" distB="0" distL="0" distR="0">
          <wp:extent cx="3943350" cy="656845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3469" cy="6601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7DAB">
      <w:t xml:space="preserve">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902"/>
    <w:rsid w:val="0000002F"/>
    <w:rsid w:val="00006881"/>
    <w:rsid w:val="00010E1B"/>
    <w:rsid w:val="00014570"/>
    <w:rsid w:val="00015C96"/>
    <w:rsid w:val="0006217D"/>
    <w:rsid w:val="00074938"/>
    <w:rsid w:val="00091EB0"/>
    <w:rsid w:val="00095B2E"/>
    <w:rsid w:val="000B544F"/>
    <w:rsid w:val="000B646F"/>
    <w:rsid w:val="000C17B2"/>
    <w:rsid w:val="000C1F41"/>
    <w:rsid w:val="000C3B28"/>
    <w:rsid w:val="000F27A3"/>
    <w:rsid w:val="000F5A45"/>
    <w:rsid w:val="001771E9"/>
    <w:rsid w:val="00187DC5"/>
    <w:rsid w:val="001A11FC"/>
    <w:rsid w:val="001B1F2B"/>
    <w:rsid w:val="001C25EF"/>
    <w:rsid w:val="001E47E6"/>
    <w:rsid w:val="002046E6"/>
    <w:rsid w:val="002302BC"/>
    <w:rsid w:val="0023348A"/>
    <w:rsid w:val="0027013B"/>
    <w:rsid w:val="00276BA4"/>
    <w:rsid w:val="002A18E2"/>
    <w:rsid w:val="002D5A73"/>
    <w:rsid w:val="002E11F0"/>
    <w:rsid w:val="002E246D"/>
    <w:rsid w:val="0030722E"/>
    <w:rsid w:val="003148BB"/>
    <w:rsid w:val="00330660"/>
    <w:rsid w:val="00334C72"/>
    <w:rsid w:val="00342941"/>
    <w:rsid w:val="0035028A"/>
    <w:rsid w:val="00357457"/>
    <w:rsid w:val="00371BDA"/>
    <w:rsid w:val="00386145"/>
    <w:rsid w:val="003A4514"/>
    <w:rsid w:val="003A4FE5"/>
    <w:rsid w:val="003C3FD0"/>
    <w:rsid w:val="003C5E65"/>
    <w:rsid w:val="003F18B1"/>
    <w:rsid w:val="003F75C8"/>
    <w:rsid w:val="003F7CAE"/>
    <w:rsid w:val="00413998"/>
    <w:rsid w:val="00423292"/>
    <w:rsid w:val="00427C77"/>
    <w:rsid w:val="0044508E"/>
    <w:rsid w:val="0045198E"/>
    <w:rsid w:val="00460EA5"/>
    <w:rsid w:val="00467C8D"/>
    <w:rsid w:val="0047647B"/>
    <w:rsid w:val="00477224"/>
    <w:rsid w:val="00485D2E"/>
    <w:rsid w:val="004868C1"/>
    <w:rsid w:val="00491083"/>
    <w:rsid w:val="004925B9"/>
    <w:rsid w:val="004927B6"/>
    <w:rsid w:val="004934AF"/>
    <w:rsid w:val="004A414B"/>
    <w:rsid w:val="004C7A21"/>
    <w:rsid w:val="004D5D9A"/>
    <w:rsid w:val="005067EE"/>
    <w:rsid w:val="00530593"/>
    <w:rsid w:val="00542418"/>
    <w:rsid w:val="00555219"/>
    <w:rsid w:val="00556F0F"/>
    <w:rsid w:val="00557492"/>
    <w:rsid w:val="005655F9"/>
    <w:rsid w:val="005711C1"/>
    <w:rsid w:val="005744CC"/>
    <w:rsid w:val="0058061E"/>
    <w:rsid w:val="00595055"/>
    <w:rsid w:val="005B0488"/>
    <w:rsid w:val="005B78D4"/>
    <w:rsid w:val="005D0DBD"/>
    <w:rsid w:val="005D2E12"/>
    <w:rsid w:val="005D546C"/>
    <w:rsid w:val="005E0E6A"/>
    <w:rsid w:val="005E1D04"/>
    <w:rsid w:val="005F56BF"/>
    <w:rsid w:val="00617399"/>
    <w:rsid w:val="00634930"/>
    <w:rsid w:val="006665BE"/>
    <w:rsid w:val="0068051A"/>
    <w:rsid w:val="006A01C8"/>
    <w:rsid w:val="006C3B41"/>
    <w:rsid w:val="006D006D"/>
    <w:rsid w:val="006D67EC"/>
    <w:rsid w:val="006F1756"/>
    <w:rsid w:val="007000F2"/>
    <w:rsid w:val="007040D4"/>
    <w:rsid w:val="007075E0"/>
    <w:rsid w:val="007112F5"/>
    <w:rsid w:val="00712BFE"/>
    <w:rsid w:val="007166CD"/>
    <w:rsid w:val="007176D1"/>
    <w:rsid w:val="00717722"/>
    <w:rsid w:val="00737DAB"/>
    <w:rsid w:val="00745063"/>
    <w:rsid w:val="0074533F"/>
    <w:rsid w:val="00752BA3"/>
    <w:rsid w:val="007643B8"/>
    <w:rsid w:val="00765ADB"/>
    <w:rsid w:val="00766902"/>
    <w:rsid w:val="00783A8C"/>
    <w:rsid w:val="007872E3"/>
    <w:rsid w:val="00793C75"/>
    <w:rsid w:val="007D00F8"/>
    <w:rsid w:val="007F48DD"/>
    <w:rsid w:val="007F66C8"/>
    <w:rsid w:val="0080144D"/>
    <w:rsid w:val="00802661"/>
    <w:rsid w:val="00810D66"/>
    <w:rsid w:val="00812239"/>
    <w:rsid w:val="00842513"/>
    <w:rsid w:val="00855253"/>
    <w:rsid w:val="008617A5"/>
    <w:rsid w:val="008643DE"/>
    <w:rsid w:val="00864B23"/>
    <w:rsid w:val="00881D84"/>
    <w:rsid w:val="00885268"/>
    <w:rsid w:val="008B7A1A"/>
    <w:rsid w:val="008D7312"/>
    <w:rsid w:val="008F1A11"/>
    <w:rsid w:val="00924755"/>
    <w:rsid w:val="00925297"/>
    <w:rsid w:val="00926892"/>
    <w:rsid w:val="0094391D"/>
    <w:rsid w:val="0096766E"/>
    <w:rsid w:val="00996C27"/>
    <w:rsid w:val="00997E16"/>
    <w:rsid w:val="009A36CD"/>
    <w:rsid w:val="009A49A6"/>
    <w:rsid w:val="009C6016"/>
    <w:rsid w:val="009D36D0"/>
    <w:rsid w:val="009D4EBA"/>
    <w:rsid w:val="00A0448C"/>
    <w:rsid w:val="00A12561"/>
    <w:rsid w:val="00A25B92"/>
    <w:rsid w:val="00A25FEF"/>
    <w:rsid w:val="00A26B18"/>
    <w:rsid w:val="00A2768A"/>
    <w:rsid w:val="00A420D1"/>
    <w:rsid w:val="00A53EB1"/>
    <w:rsid w:val="00A55EE7"/>
    <w:rsid w:val="00A61C43"/>
    <w:rsid w:val="00A67C93"/>
    <w:rsid w:val="00AB747A"/>
    <w:rsid w:val="00AC0C42"/>
    <w:rsid w:val="00AC53F7"/>
    <w:rsid w:val="00AF008F"/>
    <w:rsid w:val="00AF2E83"/>
    <w:rsid w:val="00AF3703"/>
    <w:rsid w:val="00AF5033"/>
    <w:rsid w:val="00AF6B26"/>
    <w:rsid w:val="00B00C42"/>
    <w:rsid w:val="00B0416F"/>
    <w:rsid w:val="00B1461D"/>
    <w:rsid w:val="00B2221A"/>
    <w:rsid w:val="00B31E14"/>
    <w:rsid w:val="00B36C67"/>
    <w:rsid w:val="00B53B24"/>
    <w:rsid w:val="00B724FD"/>
    <w:rsid w:val="00B84395"/>
    <w:rsid w:val="00B9070A"/>
    <w:rsid w:val="00B920C8"/>
    <w:rsid w:val="00B926FE"/>
    <w:rsid w:val="00B9367E"/>
    <w:rsid w:val="00B96654"/>
    <w:rsid w:val="00B975FB"/>
    <w:rsid w:val="00BA09B3"/>
    <w:rsid w:val="00C005D0"/>
    <w:rsid w:val="00C127A6"/>
    <w:rsid w:val="00C17767"/>
    <w:rsid w:val="00C369F5"/>
    <w:rsid w:val="00C37D99"/>
    <w:rsid w:val="00C40716"/>
    <w:rsid w:val="00C432D7"/>
    <w:rsid w:val="00C81652"/>
    <w:rsid w:val="00C93178"/>
    <w:rsid w:val="00CA3B1E"/>
    <w:rsid w:val="00CB071F"/>
    <w:rsid w:val="00CC6BCE"/>
    <w:rsid w:val="00CD4C5D"/>
    <w:rsid w:val="00CE36EF"/>
    <w:rsid w:val="00CE512B"/>
    <w:rsid w:val="00D134BF"/>
    <w:rsid w:val="00D175EC"/>
    <w:rsid w:val="00D25885"/>
    <w:rsid w:val="00D3188A"/>
    <w:rsid w:val="00D32B15"/>
    <w:rsid w:val="00D405EE"/>
    <w:rsid w:val="00D53E3A"/>
    <w:rsid w:val="00D61A0A"/>
    <w:rsid w:val="00D61EB5"/>
    <w:rsid w:val="00D84627"/>
    <w:rsid w:val="00DC42FC"/>
    <w:rsid w:val="00DD3FD0"/>
    <w:rsid w:val="00E01035"/>
    <w:rsid w:val="00E06FE5"/>
    <w:rsid w:val="00E149CF"/>
    <w:rsid w:val="00E15555"/>
    <w:rsid w:val="00E1690D"/>
    <w:rsid w:val="00E21AEB"/>
    <w:rsid w:val="00E34D36"/>
    <w:rsid w:val="00E4784E"/>
    <w:rsid w:val="00E8603D"/>
    <w:rsid w:val="00EA6B8C"/>
    <w:rsid w:val="00EB32D1"/>
    <w:rsid w:val="00EC2C50"/>
    <w:rsid w:val="00ED5490"/>
    <w:rsid w:val="00ED7054"/>
    <w:rsid w:val="00EE3D25"/>
    <w:rsid w:val="00F164A6"/>
    <w:rsid w:val="00F17DB2"/>
    <w:rsid w:val="00F22667"/>
    <w:rsid w:val="00F36BC4"/>
    <w:rsid w:val="00F421ED"/>
    <w:rsid w:val="00F51E0D"/>
    <w:rsid w:val="00F66000"/>
    <w:rsid w:val="00F6651C"/>
    <w:rsid w:val="00F73868"/>
    <w:rsid w:val="00F778F4"/>
    <w:rsid w:val="00F90082"/>
    <w:rsid w:val="00FB269B"/>
    <w:rsid w:val="00FB40D9"/>
    <w:rsid w:val="00FB7525"/>
    <w:rsid w:val="00FE35F2"/>
    <w:rsid w:val="00FF5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13B"/>
    <w:rPr>
      <w:rFonts w:ascii="Tahoma" w:eastAsia="Times New Roman" w:hAnsi="Tahoma" w:cs="Times New Roman"/>
      <w:spacing w:val="4"/>
      <w:sz w:val="17"/>
      <w:szCs w:val="18"/>
    </w:rPr>
  </w:style>
  <w:style w:type="paragraph" w:styleId="Ttulo1">
    <w:name w:val="heading 1"/>
    <w:basedOn w:val="Normal"/>
    <w:next w:val="Normal"/>
    <w:link w:val="Ttulo1Car"/>
    <w:qFormat/>
    <w:rsid w:val="0027013B"/>
    <w:pPr>
      <w:jc w:val="right"/>
      <w:outlineLvl w:val="0"/>
    </w:pPr>
    <w:rPr>
      <w:b/>
      <w:color w:val="808080"/>
      <w:sz w:val="40"/>
    </w:rPr>
  </w:style>
  <w:style w:type="paragraph" w:styleId="Ttulo2">
    <w:name w:val="heading 2"/>
    <w:basedOn w:val="Normal"/>
    <w:next w:val="Normal"/>
    <w:link w:val="Ttulo2Car"/>
    <w:qFormat/>
    <w:rsid w:val="0027013B"/>
    <w:pPr>
      <w:spacing w:before="140"/>
      <w:outlineLvl w:val="1"/>
    </w:pPr>
    <w:rPr>
      <w:b/>
      <w:sz w:val="24"/>
    </w:rPr>
  </w:style>
  <w:style w:type="paragraph" w:styleId="Ttulo3">
    <w:name w:val="heading 3"/>
    <w:basedOn w:val="Normal"/>
    <w:next w:val="Normal"/>
    <w:link w:val="Ttulo3Car"/>
    <w:qFormat/>
    <w:rsid w:val="0027013B"/>
    <w:pPr>
      <w:outlineLvl w:val="2"/>
    </w:pPr>
    <w:rPr>
      <w:b/>
      <w:cap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27013B"/>
    <w:rPr>
      <w:rFonts w:ascii="Tahoma" w:eastAsia="Times New Roman" w:hAnsi="Tahoma" w:cs="Times New Roman"/>
      <w:b/>
      <w:color w:val="808080"/>
      <w:spacing w:val="4"/>
      <w:sz w:val="40"/>
      <w:szCs w:val="18"/>
    </w:rPr>
  </w:style>
  <w:style w:type="character" w:customStyle="1" w:styleId="Ttulo2Car">
    <w:name w:val="Título 2 Car"/>
    <w:basedOn w:val="Fuentedeprrafopredeter"/>
    <w:link w:val="Ttulo2"/>
    <w:rsid w:val="0027013B"/>
    <w:rPr>
      <w:rFonts w:ascii="Tahoma" w:eastAsia="Times New Roman" w:hAnsi="Tahoma" w:cs="Times New Roman"/>
      <w:b/>
      <w:spacing w:val="4"/>
      <w:sz w:val="24"/>
      <w:szCs w:val="18"/>
    </w:rPr>
  </w:style>
  <w:style w:type="character" w:customStyle="1" w:styleId="Ttulo3Car">
    <w:name w:val="Título 3 Car"/>
    <w:basedOn w:val="Fuentedeprrafopredeter"/>
    <w:link w:val="Ttulo3"/>
    <w:rsid w:val="0027013B"/>
    <w:rPr>
      <w:rFonts w:ascii="Tahoma" w:eastAsia="Times New Roman" w:hAnsi="Tahoma" w:cs="Times New Roman"/>
      <w:b/>
      <w:caps/>
      <w:spacing w:val="4"/>
      <w:sz w:val="16"/>
      <w:szCs w:val="16"/>
    </w:rPr>
  </w:style>
  <w:style w:type="paragraph" w:customStyle="1" w:styleId="ColumnHeadings">
    <w:name w:val="Column Headings"/>
    <w:basedOn w:val="Normal"/>
    <w:rsid w:val="0027013B"/>
    <w:pPr>
      <w:jc w:val="center"/>
    </w:pPr>
    <w:rPr>
      <w:b/>
      <w:sz w:val="16"/>
    </w:rPr>
  </w:style>
  <w:style w:type="paragraph" w:customStyle="1" w:styleId="Labels">
    <w:name w:val="Labels"/>
    <w:basedOn w:val="Normal"/>
    <w:rsid w:val="0027013B"/>
    <w:pPr>
      <w:jc w:val="right"/>
    </w:pPr>
    <w:rPr>
      <w:caps/>
      <w:sz w:val="16"/>
      <w:szCs w:val="16"/>
    </w:rPr>
  </w:style>
  <w:style w:type="paragraph" w:customStyle="1" w:styleId="Slogan">
    <w:name w:val="Slogan"/>
    <w:basedOn w:val="Ttulo3"/>
    <w:rsid w:val="0027013B"/>
    <w:rPr>
      <w:b w:val="0"/>
      <w:i/>
      <w:caps w:val="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013B"/>
    <w:pPr>
      <w:spacing w:line="240" w:lineRule="auto"/>
    </w:pPr>
    <w:rPr>
      <w:rFonts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013B"/>
    <w:rPr>
      <w:rFonts w:ascii="Tahoma" w:eastAsia="Times New Roman" w:hAnsi="Tahoma" w:cs="Tahoma"/>
      <w:spacing w:val="4"/>
      <w:sz w:val="16"/>
      <w:szCs w:val="16"/>
    </w:rPr>
  </w:style>
  <w:style w:type="table" w:styleId="Tablaconcuadrcula">
    <w:name w:val="Table Grid"/>
    <w:basedOn w:val="Tablanormal"/>
    <w:uiPriority w:val="59"/>
    <w:rsid w:val="00996C2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D3188A"/>
    <w:pPr>
      <w:tabs>
        <w:tab w:val="center" w:pos="4680"/>
        <w:tab w:val="right" w:pos="9360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3188A"/>
    <w:rPr>
      <w:rFonts w:ascii="Tahoma" w:eastAsia="Times New Roman" w:hAnsi="Tahoma" w:cs="Times New Roman"/>
      <w:spacing w:val="4"/>
      <w:sz w:val="17"/>
      <w:szCs w:val="18"/>
    </w:rPr>
  </w:style>
  <w:style w:type="paragraph" w:styleId="Piedepgina">
    <w:name w:val="footer"/>
    <w:basedOn w:val="Normal"/>
    <w:link w:val="PiedepginaCar"/>
    <w:uiPriority w:val="99"/>
    <w:unhideWhenUsed/>
    <w:rsid w:val="00D3188A"/>
    <w:pPr>
      <w:tabs>
        <w:tab w:val="center" w:pos="4680"/>
        <w:tab w:val="right" w:pos="9360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3188A"/>
    <w:rPr>
      <w:rFonts w:ascii="Tahoma" w:eastAsia="Times New Roman" w:hAnsi="Tahoma" w:cs="Times New Roman"/>
      <w:spacing w:val="4"/>
      <w:sz w:val="17"/>
      <w:szCs w:val="18"/>
    </w:rPr>
  </w:style>
  <w:style w:type="character" w:customStyle="1" w:styleId="value">
    <w:name w:val="value"/>
    <w:basedOn w:val="Fuentedeprrafopredeter"/>
    <w:rsid w:val="007112F5"/>
  </w:style>
  <w:style w:type="character" w:styleId="Hipervnculo">
    <w:name w:val="Hyperlink"/>
    <w:basedOn w:val="Fuentedeprrafopredeter"/>
    <w:uiPriority w:val="99"/>
    <w:semiHidden/>
    <w:unhideWhenUsed/>
    <w:rsid w:val="007112F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13B"/>
    <w:rPr>
      <w:rFonts w:ascii="Tahoma" w:eastAsia="Times New Roman" w:hAnsi="Tahoma" w:cs="Times New Roman"/>
      <w:spacing w:val="4"/>
      <w:sz w:val="17"/>
      <w:szCs w:val="18"/>
    </w:rPr>
  </w:style>
  <w:style w:type="paragraph" w:styleId="Ttulo1">
    <w:name w:val="heading 1"/>
    <w:basedOn w:val="Normal"/>
    <w:next w:val="Normal"/>
    <w:link w:val="Ttulo1Car"/>
    <w:qFormat/>
    <w:rsid w:val="0027013B"/>
    <w:pPr>
      <w:jc w:val="right"/>
      <w:outlineLvl w:val="0"/>
    </w:pPr>
    <w:rPr>
      <w:b/>
      <w:color w:val="808080"/>
      <w:sz w:val="40"/>
    </w:rPr>
  </w:style>
  <w:style w:type="paragraph" w:styleId="Ttulo2">
    <w:name w:val="heading 2"/>
    <w:basedOn w:val="Normal"/>
    <w:next w:val="Normal"/>
    <w:link w:val="Ttulo2Car"/>
    <w:qFormat/>
    <w:rsid w:val="0027013B"/>
    <w:pPr>
      <w:spacing w:before="140"/>
      <w:outlineLvl w:val="1"/>
    </w:pPr>
    <w:rPr>
      <w:b/>
      <w:sz w:val="24"/>
    </w:rPr>
  </w:style>
  <w:style w:type="paragraph" w:styleId="Ttulo3">
    <w:name w:val="heading 3"/>
    <w:basedOn w:val="Normal"/>
    <w:next w:val="Normal"/>
    <w:link w:val="Ttulo3Car"/>
    <w:qFormat/>
    <w:rsid w:val="0027013B"/>
    <w:pPr>
      <w:outlineLvl w:val="2"/>
    </w:pPr>
    <w:rPr>
      <w:b/>
      <w:cap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27013B"/>
    <w:rPr>
      <w:rFonts w:ascii="Tahoma" w:eastAsia="Times New Roman" w:hAnsi="Tahoma" w:cs="Times New Roman"/>
      <w:b/>
      <w:color w:val="808080"/>
      <w:spacing w:val="4"/>
      <w:sz w:val="40"/>
      <w:szCs w:val="18"/>
    </w:rPr>
  </w:style>
  <w:style w:type="character" w:customStyle="1" w:styleId="Ttulo2Car">
    <w:name w:val="Título 2 Car"/>
    <w:basedOn w:val="Fuentedeprrafopredeter"/>
    <w:link w:val="Ttulo2"/>
    <w:rsid w:val="0027013B"/>
    <w:rPr>
      <w:rFonts w:ascii="Tahoma" w:eastAsia="Times New Roman" w:hAnsi="Tahoma" w:cs="Times New Roman"/>
      <w:b/>
      <w:spacing w:val="4"/>
      <w:sz w:val="24"/>
      <w:szCs w:val="18"/>
    </w:rPr>
  </w:style>
  <w:style w:type="character" w:customStyle="1" w:styleId="Ttulo3Car">
    <w:name w:val="Título 3 Car"/>
    <w:basedOn w:val="Fuentedeprrafopredeter"/>
    <w:link w:val="Ttulo3"/>
    <w:rsid w:val="0027013B"/>
    <w:rPr>
      <w:rFonts w:ascii="Tahoma" w:eastAsia="Times New Roman" w:hAnsi="Tahoma" w:cs="Times New Roman"/>
      <w:b/>
      <w:caps/>
      <w:spacing w:val="4"/>
      <w:sz w:val="16"/>
      <w:szCs w:val="16"/>
    </w:rPr>
  </w:style>
  <w:style w:type="paragraph" w:customStyle="1" w:styleId="ColumnHeadings">
    <w:name w:val="Column Headings"/>
    <w:basedOn w:val="Normal"/>
    <w:rsid w:val="0027013B"/>
    <w:pPr>
      <w:jc w:val="center"/>
    </w:pPr>
    <w:rPr>
      <w:b/>
      <w:sz w:val="16"/>
    </w:rPr>
  </w:style>
  <w:style w:type="paragraph" w:customStyle="1" w:styleId="Labels">
    <w:name w:val="Labels"/>
    <w:basedOn w:val="Normal"/>
    <w:rsid w:val="0027013B"/>
    <w:pPr>
      <w:jc w:val="right"/>
    </w:pPr>
    <w:rPr>
      <w:caps/>
      <w:sz w:val="16"/>
      <w:szCs w:val="16"/>
    </w:rPr>
  </w:style>
  <w:style w:type="paragraph" w:customStyle="1" w:styleId="Slogan">
    <w:name w:val="Slogan"/>
    <w:basedOn w:val="Ttulo3"/>
    <w:rsid w:val="0027013B"/>
    <w:rPr>
      <w:b w:val="0"/>
      <w:i/>
      <w:caps w:val="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013B"/>
    <w:pPr>
      <w:spacing w:line="240" w:lineRule="auto"/>
    </w:pPr>
    <w:rPr>
      <w:rFonts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013B"/>
    <w:rPr>
      <w:rFonts w:ascii="Tahoma" w:eastAsia="Times New Roman" w:hAnsi="Tahoma" w:cs="Tahoma"/>
      <w:spacing w:val="4"/>
      <w:sz w:val="16"/>
      <w:szCs w:val="16"/>
    </w:rPr>
  </w:style>
  <w:style w:type="table" w:styleId="Tablaconcuadrcula">
    <w:name w:val="Table Grid"/>
    <w:basedOn w:val="Tablanormal"/>
    <w:uiPriority w:val="59"/>
    <w:rsid w:val="00996C2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D3188A"/>
    <w:pPr>
      <w:tabs>
        <w:tab w:val="center" w:pos="4680"/>
        <w:tab w:val="right" w:pos="9360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3188A"/>
    <w:rPr>
      <w:rFonts w:ascii="Tahoma" w:eastAsia="Times New Roman" w:hAnsi="Tahoma" w:cs="Times New Roman"/>
      <w:spacing w:val="4"/>
      <w:sz w:val="17"/>
      <w:szCs w:val="18"/>
    </w:rPr>
  </w:style>
  <w:style w:type="paragraph" w:styleId="Piedepgina">
    <w:name w:val="footer"/>
    <w:basedOn w:val="Normal"/>
    <w:link w:val="PiedepginaCar"/>
    <w:uiPriority w:val="99"/>
    <w:unhideWhenUsed/>
    <w:rsid w:val="00D3188A"/>
    <w:pPr>
      <w:tabs>
        <w:tab w:val="center" w:pos="4680"/>
        <w:tab w:val="right" w:pos="9360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3188A"/>
    <w:rPr>
      <w:rFonts w:ascii="Tahoma" w:eastAsia="Times New Roman" w:hAnsi="Tahoma" w:cs="Times New Roman"/>
      <w:spacing w:val="4"/>
      <w:sz w:val="17"/>
      <w:szCs w:val="18"/>
    </w:rPr>
  </w:style>
  <w:style w:type="character" w:customStyle="1" w:styleId="value">
    <w:name w:val="value"/>
    <w:basedOn w:val="Fuentedeprrafopredeter"/>
    <w:rsid w:val="007112F5"/>
  </w:style>
  <w:style w:type="character" w:styleId="Hipervnculo">
    <w:name w:val="Hyperlink"/>
    <w:basedOn w:val="Fuentedeprrafopredeter"/>
    <w:uiPriority w:val="99"/>
    <w:semiHidden/>
    <w:unhideWhenUsed/>
    <w:rsid w:val="007112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5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ORGE\Mis%20documentos\Downloads\factura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factura-2</Template>
  <TotalTime>0</TotalTime>
  <Pages>1</Pages>
  <Words>71</Words>
  <Characters>395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Factura 2</vt:lpstr>
      <vt:lpstr/>
    </vt:vector>
  </TitlesOfParts>
  <Company>Grizli777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Factura 2</dc:title>
  <dc:creator>Luffi</dc:creator>
  <cp:lastModifiedBy>Familia</cp:lastModifiedBy>
  <cp:revision>2</cp:revision>
  <cp:lastPrinted>2015-10-07T16:58:00Z</cp:lastPrinted>
  <dcterms:created xsi:type="dcterms:W3CDTF">2017-05-10T16:41:00Z</dcterms:created>
  <dcterms:modified xsi:type="dcterms:W3CDTF">2017-05-10T16:41:00Z</dcterms:modified>
</cp:coreProperties>
</file>